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1DAF" w14:textId="4C0EAA1B" w:rsidR="0089611B" w:rsidRPr="00ED6ACB" w:rsidRDefault="003959B9" w:rsidP="00963EB0">
      <w:pPr>
        <w:tabs>
          <w:tab w:val="left" w:pos="238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793FA6">
        <w:rPr>
          <w:rFonts w:ascii="Arial" w:hAnsi="Arial" w:cs="Arial"/>
        </w:rPr>
        <w:t>OI.I.261.2.</w:t>
      </w:r>
      <w:r w:rsidR="000E3690">
        <w:rPr>
          <w:rFonts w:ascii="Arial" w:hAnsi="Arial" w:cs="Arial"/>
        </w:rPr>
        <w:t>52</w:t>
      </w:r>
      <w:r w:rsidR="00963EB0">
        <w:rPr>
          <w:rFonts w:ascii="Arial" w:hAnsi="Arial" w:cs="Arial"/>
        </w:rPr>
        <w:t>.20</w:t>
      </w:r>
      <w:r w:rsidR="000E3690">
        <w:rPr>
          <w:rFonts w:ascii="Arial" w:hAnsi="Arial" w:cs="Arial"/>
        </w:rPr>
        <w:t>2</w:t>
      </w:r>
      <w:r w:rsidR="00963EB0">
        <w:rPr>
          <w:rFonts w:ascii="Arial" w:hAnsi="Arial" w:cs="Arial"/>
        </w:rPr>
        <w:t xml:space="preserve">1.AK                                                                   </w:t>
      </w:r>
      <w:r w:rsidR="000E3690">
        <w:rPr>
          <w:rFonts w:ascii="Arial" w:hAnsi="Arial" w:cs="Arial"/>
        </w:rPr>
        <w:t xml:space="preserve"> </w:t>
      </w:r>
      <w:r w:rsidR="00963EB0">
        <w:rPr>
          <w:rFonts w:ascii="Arial" w:hAnsi="Arial" w:cs="Arial"/>
        </w:rPr>
        <w:t xml:space="preserve"> </w:t>
      </w:r>
      <w:r w:rsidRPr="00ED6ACB">
        <w:rPr>
          <w:rFonts w:ascii="Arial" w:hAnsi="Arial" w:cs="Arial"/>
        </w:rPr>
        <w:t xml:space="preserve">Gdańsk, dnia </w:t>
      </w:r>
      <w:r w:rsidR="000E3690">
        <w:rPr>
          <w:rFonts w:ascii="Arial" w:hAnsi="Arial" w:cs="Arial"/>
        </w:rPr>
        <w:t xml:space="preserve">     </w:t>
      </w:r>
      <w:r w:rsidR="00793FA6">
        <w:rPr>
          <w:rFonts w:ascii="Arial" w:hAnsi="Arial" w:cs="Arial"/>
        </w:rPr>
        <w:t>.1</w:t>
      </w:r>
      <w:r w:rsidR="000E3690">
        <w:rPr>
          <w:rFonts w:ascii="Arial" w:hAnsi="Arial" w:cs="Arial"/>
        </w:rPr>
        <w:t>0</w:t>
      </w:r>
      <w:r w:rsidR="004538C2">
        <w:rPr>
          <w:rFonts w:ascii="Arial" w:hAnsi="Arial" w:cs="Arial"/>
        </w:rPr>
        <w:t>.20</w:t>
      </w:r>
      <w:r w:rsidR="000E3690">
        <w:rPr>
          <w:rFonts w:ascii="Arial" w:hAnsi="Arial" w:cs="Arial"/>
        </w:rPr>
        <w:t>2</w:t>
      </w:r>
      <w:r w:rsidR="004538C2">
        <w:rPr>
          <w:rFonts w:ascii="Arial" w:hAnsi="Arial" w:cs="Arial"/>
        </w:rPr>
        <w:t>1</w:t>
      </w:r>
      <w:r w:rsidR="0089611B" w:rsidRPr="00ED6ACB">
        <w:rPr>
          <w:rFonts w:ascii="Arial" w:hAnsi="Arial" w:cs="Arial"/>
        </w:rPr>
        <w:t xml:space="preserve">r. </w:t>
      </w:r>
    </w:p>
    <w:p w14:paraId="36EEDD8A" w14:textId="77777777" w:rsidR="00ED6ACB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</w:p>
    <w:p w14:paraId="04B5B900" w14:textId="30EFCF01" w:rsidR="004538C2" w:rsidRPr="004538C2" w:rsidRDefault="003E7F36" w:rsidP="003E7F36">
      <w:pPr>
        <w:tabs>
          <w:tab w:val="left" w:pos="2381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  <w:r w:rsidR="000E369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="00ED6ACB">
        <w:rPr>
          <w:rFonts w:ascii="Arial" w:hAnsi="Arial" w:cs="Arial"/>
          <w:b/>
        </w:rPr>
        <w:t>ZAPYTANIE OFERTOWE</w:t>
      </w:r>
      <w:r w:rsidR="00ED6ACB">
        <w:rPr>
          <w:rFonts w:ascii="Arial" w:hAnsi="Arial" w:cs="Arial"/>
          <w:b/>
        </w:rPr>
        <w:tab/>
      </w:r>
      <w:r w:rsidR="00ED6ACB">
        <w:rPr>
          <w:rFonts w:ascii="Arial" w:hAnsi="Arial" w:cs="Arial"/>
          <w:b/>
        </w:rPr>
        <w:tab/>
      </w:r>
      <w:r w:rsidR="00ED6ACB">
        <w:rPr>
          <w:rFonts w:ascii="Arial" w:hAnsi="Arial" w:cs="Arial"/>
          <w:b/>
        </w:rPr>
        <w:tab/>
      </w:r>
      <w:r w:rsidR="0089611B" w:rsidRPr="0089611B">
        <w:rPr>
          <w:rFonts w:ascii="Arial" w:hAnsi="Arial" w:cs="Arial"/>
          <w:b/>
        </w:rPr>
        <w:t>ZAPYTANIE OFERTOWE</w:t>
      </w:r>
    </w:p>
    <w:p w14:paraId="4A86DB83" w14:textId="77777777" w:rsidR="00512D18" w:rsidRDefault="00963EB0" w:rsidP="004538C2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690BE5">
        <w:rPr>
          <w:rFonts w:ascii="Arial" w:eastAsia="Times New Roman" w:hAnsi="Arial" w:cs="Arial"/>
          <w:color w:val="1D1B11" w:themeColor="background2" w:themeShade="1A"/>
          <w:lang w:eastAsia="pl-PL"/>
        </w:rPr>
        <w:t>Zapraszam do złożenia oferty na</w:t>
      </w:r>
      <w:r w:rsidR="00AD2FA0">
        <w:rPr>
          <w:rFonts w:ascii="Arial" w:hAnsi="Arial" w:cs="Arial"/>
          <w:b/>
        </w:rPr>
        <w:t xml:space="preserve"> </w:t>
      </w:r>
      <w:r w:rsidR="003E7F36">
        <w:rPr>
          <w:rFonts w:ascii="Arial" w:hAnsi="Arial" w:cs="Arial"/>
          <w:b/>
        </w:rPr>
        <w:t>d</w:t>
      </w:r>
      <w:r w:rsidR="00793FA6">
        <w:rPr>
          <w:rFonts w:ascii="Arial" w:hAnsi="Arial" w:cs="Arial"/>
          <w:b/>
        </w:rPr>
        <w:t>ystrybucje i sprzedaż</w:t>
      </w:r>
      <w:r w:rsidR="003E7F36">
        <w:rPr>
          <w:rFonts w:ascii="Arial" w:hAnsi="Arial" w:cs="Arial"/>
          <w:b/>
        </w:rPr>
        <w:t xml:space="preserve"> </w:t>
      </w:r>
      <w:r w:rsidR="003E7F36" w:rsidRPr="003E7F36">
        <w:rPr>
          <w:rFonts w:ascii="Arial" w:hAnsi="Arial" w:cs="Arial"/>
          <w:b/>
        </w:rPr>
        <w:t>energii elektrycznej na potrzeby Regionalnej Dyrek</w:t>
      </w:r>
      <w:r w:rsidR="003E7F36">
        <w:rPr>
          <w:rFonts w:ascii="Arial" w:hAnsi="Arial" w:cs="Arial"/>
          <w:b/>
        </w:rPr>
        <w:t>cji Ochrony Środowiska w Gdańsk:</w:t>
      </w:r>
      <w:r w:rsidR="003E7F36" w:rsidRPr="003E7F36">
        <w:t xml:space="preserve"> </w:t>
      </w:r>
      <w:r w:rsidR="003E7F36" w:rsidRPr="003E7F36">
        <w:rPr>
          <w:rFonts w:ascii="Arial" w:hAnsi="Arial" w:cs="Arial"/>
          <w:b/>
        </w:rPr>
        <w:t>obiekt ul. Chmielna 54/57, 80-748 Gdańsk</w:t>
      </w:r>
      <w:r w:rsidR="003E7F36">
        <w:rPr>
          <w:rFonts w:ascii="Arial" w:hAnsi="Arial" w:cs="Arial"/>
          <w:b/>
        </w:rPr>
        <w:t>.</w:t>
      </w:r>
      <w:r w:rsidR="0089611B" w:rsidRPr="0089611B">
        <w:rPr>
          <w:rFonts w:ascii="Arial" w:hAnsi="Arial" w:cs="Arial"/>
          <w:b/>
        </w:rPr>
        <w:tab/>
        <w:t xml:space="preserve">Zapraszam do złożenia oferty cenowej na dostarczenie i montaż </w:t>
      </w:r>
    </w:p>
    <w:p w14:paraId="42D39794" w14:textId="77777777" w:rsidR="0089611B" w:rsidRPr="0089611B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Nazwa oraz adres Zamawiającego:</w:t>
      </w:r>
    </w:p>
    <w:p w14:paraId="4A6AE2E7" w14:textId="77777777" w:rsidR="0089611B" w:rsidRPr="003959B9" w:rsidRDefault="0089611B" w:rsidP="0089611B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Regionalna Dyrekcja Ochrony Środowiska w Gdańsku, ul. Chmielna 54/57, 80-748 Gdańsk, NIP 583-304-72-93</w:t>
      </w:r>
    </w:p>
    <w:p w14:paraId="018FA578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przedmiotu zamówienia:</w:t>
      </w:r>
    </w:p>
    <w:p w14:paraId="7ECB8F22" w14:textId="77777777" w:rsidR="0089611B" w:rsidRPr="003959B9" w:rsidRDefault="0089611B" w:rsidP="0089611B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Szczegółowy opi</w:t>
      </w:r>
      <w:r w:rsidR="003E7F36">
        <w:rPr>
          <w:rFonts w:ascii="Arial" w:hAnsi="Arial" w:cs="Arial"/>
        </w:rPr>
        <w:t>s przedmiotu zamówienia stanowi załącznik</w:t>
      </w:r>
      <w:r w:rsidRPr="003959B9">
        <w:rPr>
          <w:rFonts w:ascii="Arial" w:hAnsi="Arial" w:cs="Arial"/>
        </w:rPr>
        <w:t xml:space="preserve"> nr 1 do niniejszego zapytania.</w:t>
      </w:r>
    </w:p>
    <w:p w14:paraId="623F0170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Termin realizacji zamówienia:</w:t>
      </w:r>
    </w:p>
    <w:p w14:paraId="26271542" w14:textId="65FEB319" w:rsidR="0083338E" w:rsidRPr="0089611B" w:rsidRDefault="003E7F36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Usługa będzie świadczona w terminie 01.01.202</w:t>
      </w:r>
      <w:r w:rsidR="000E3690">
        <w:rPr>
          <w:rFonts w:ascii="Arial" w:hAnsi="Arial" w:cs="Arial"/>
        </w:rPr>
        <w:t>2</w:t>
      </w:r>
      <w:r>
        <w:rPr>
          <w:rFonts w:ascii="Arial" w:hAnsi="Arial" w:cs="Arial"/>
        </w:rPr>
        <w:t>r. – 31.12.202</w:t>
      </w:r>
      <w:r w:rsidR="000E3690">
        <w:rPr>
          <w:rFonts w:ascii="Arial" w:hAnsi="Arial" w:cs="Arial"/>
        </w:rPr>
        <w:t>4</w:t>
      </w:r>
      <w:r w:rsidRPr="003E7F36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</w:p>
    <w:p w14:paraId="44674A36" w14:textId="77777777" w:rsidR="00F7277C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Warunki udziału w postępowaniu</w:t>
      </w:r>
    </w:p>
    <w:p w14:paraId="4996CD29" w14:textId="77777777" w:rsidR="0089611B" w:rsidRPr="003959B9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O udzielenie zamówienia mogą się ubiegać Wykonawcy, którzy</w:t>
      </w:r>
    </w:p>
    <w:p w14:paraId="39498C0A" w14:textId="77777777" w:rsidR="003E7F36" w:rsidRPr="003E7F36" w:rsidRDefault="003E7F36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 aktualnie obowiązującą</w:t>
      </w:r>
      <w:r w:rsidRPr="003E7F36">
        <w:rPr>
          <w:rFonts w:ascii="Arial" w:hAnsi="Arial" w:cs="Arial"/>
        </w:rPr>
        <w:t xml:space="preserve"> koncesję na prowadzenie działalności gospodarczej w zakresie sprzedaży energii elektrycznej wydanej przez Prezesa Urzędu Regulacji Energetyki.</w:t>
      </w:r>
    </w:p>
    <w:p w14:paraId="558E35EC" w14:textId="7729B2A6" w:rsidR="003E7F36" w:rsidRDefault="003E7F36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 aktualnie umowę</w:t>
      </w:r>
      <w:r w:rsidRPr="003E7F36">
        <w:rPr>
          <w:rFonts w:ascii="Arial" w:hAnsi="Arial" w:cs="Arial"/>
        </w:rPr>
        <w:t xml:space="preserve"> z Operatorem System</w:t>
      </w:r>
      <w:r>
        <w:rPr>
          <w:rFonts w:ascii="Arial" w:hAnsi="Arial" w:cs="Arial"/>
        </w:rPr>
        <w:t>u Dystrybucyjnego umożliwiającą</w:t>
      </w:r>
      <w:r w:rsidRPr="003E7F36">
        <w:rPr>
          <w:rFonts w:ascii="Arial" w:hAnsi="Arial" w:cs="Arial"/>
        </w:rPr>
        <w:t xml:space="preserve"> sprzedaż energii elektrycznej za pośrednictwem sieci dystrybucyjnej OSD do obiektu Zamawiającego.</w:t>
      </w:r>
    </w:p>
    <w:p w14:paraId="15B79214" w14:textId="33D35177" w:rsidR="000E3690" w:rsidRPr="003E7F36" w:rsidRDefault="000E3690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Złożą ważną ofertę na Formularzu ofertowym – załącznik nr 2</w:t>
      </w:r>
    </w:p>
    <w:p w14:paraId="4BB773DA" w14:textId="77777777" w:rsidR="000B15AC" w:rsidRPr="000B15AC" w:rsidRDefault="000B15AC" w:rsidP="000B15AC">
      <w:pPr>
        <w:pStyle w:val="Akapitzlist"/>
        <w:spacing w:after="0"/>
        <w:jc w:val="both"/>
        <w:rPr>
          <w:rFonts w:ascii="Arial" w:hAnsi="Arial" w:cs="Arial"/>
        </w:rPr>
      </w:pPr>
    </w:p>
    <w:p w14:paraId="57E45938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kryteriów, którymi  Zamawiający będzie  kierował się przy wyborze najkorzystniejszej oferty.</w:t>
      </w:r>
    </w:p>
    <w:p w14:paraId="6E3FB02D" w14:textId="77777777" w:rsidR="00963EB0" w:rsidRPr="003E7F36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B967CE">
        <w:rPr>
          <w:rFonts w:ascii="Arial" w:hAnsi="Arial" w:cs="Arial"/>
        </w:rPr>
        <w:t>Oferty oceniane będą  w op</w:t>
      </w:r>
      <w:r w:rsidR="00C53AEE">
        <w:rPr>
          <w:rFonts w:ascii="Arial" w:hAnsi="Arial" w:cs="Arial"/>
        </w:rPr>
        <w:t>arciu o następujące kryterium</w:t>
      </w:r>
      <w:r w:rsidRPr="00B967CE">
        <w:rPr>
          <w:rFonts w:ascii="Arial" w:hAnsi="Arial" w:cs="Arial"/>
        </w:rPr>
        <w:t>:</w:t>
      </w:r>
      <w:r w:rsidR="00D76A40">
        <w:rPr>
          <w:rFonts w:ascii="Arial" w:hAnsi="Arial" w:cs="Arial"/>
        </w:rPr>
        <w:t xml:space="preserve"> </w:t>
      </w:r>
      <w:r w:rsidR="0089611B" w:rsidRPr="00B967CE">
        <w:rPr>
          <w:rFonts w:ascii="Arial" w:hAnsi="Arial" w:cs="Arial"/>
        </w:rPr>
        <w:t>Kryterium</w:t>
      </w:r>
      <w:r w:rsidR="0089611B" w:rsidRPr="0089611B">
        <w:rPr>
          <w:rFonts w:ascii="Arial" w:hAnsi="Arial" w:cs="Arial"/>
          <w:b/>
        </w:rPr>
        <w:t xml:space="preserve"> </w:t>
      </w:r>
      <w:r w:rsidR="0089611B" w:rsidRPr="0089611B">
        <w:rPr>
          <w:rFonts w:ascii="Arial" w:hAnsi="Arial" w:cs="Arial"/>
          <w:b/>
          <w:u w:val="single"/>
        </w:rPr>
        <w:t>„CENA” –</w:t>
      </w:r>
      <w:r w:rsidR="00C53AEE">
        <w:rPr>
          <w:rFonts w:ascii="Arial" w:hAnsi="Arial" w:cs="Arial"/>
          <w:b/>
        </w:rPr>
        <w:t xml:space="preserve"> 10</w:t>
      </w:r>
      <w:r w:rsidR="0089611B" w:rsidRPr="0089611B">
        <w:rPr>
          <w:rFonts w:ascii="Arial" w:hAnsi="Arial" w:cs="Arial"/>
          <w:b/>
        </w:rPr>
        <w:t xml:space="preserve">0% </w:t>
      </w:r>
    </w:p>
    <w:p w14:paraId="1C56B1B3" w14:textId="77777777" w:rsidR="0089611B" w:rsidRPr="000B15A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sposobu przygotowania i składania oferty:</w:t>
      </w:r>
    </w:p>
    <w:p w14:paraId="44EBE38A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 powinna być sporządzona na Formularzu ofertowym, stanowiącym Załąc</w:t>
      </w:r>
      <w:r w:rsidR="003E7F36">
        <w:rPr>
          <w:rFonts w:ascii="Arial" w:hAnsi="Arial" w:cs="Arial"/>
        </w:rPr>
        <w:t>znik nr 2</w:t>
      </w:r>
      <w:r w:rsidRPr="00B967CE">
        <w:rPr>
          <w:rFonts w:ascii="Arial" w:hAnsi="Arial" w:cs="Arial"/>
        </w:rPr>
        <w:t xml:space="preserve"> </w:t>
      </w:r>
      <w:r w:rsidR="00B967CE">
        <w:rPr>
          <w:rFonts w:ascii="Arial" w:hAnsi="Arial" w:cs="Arial"/>
        </w:rPr>
        <w:t>d</w:t>
      </w:r>
      <w:r w:rsidR="003E7F36">
        <w:rPr>
          <w:rFonts w:ascii="Arial" w:hAnsi="Arial" w:cs="Arial"/>
        </w:rPr>
        <w:t>o niniejszego</w:t>
      </w:r>
      <w:r w:rsidRPr="00B967CE">
        <w:rPr>
          <w:rFonts w:ascii="Arial" w:hAnsi="Arial" w:cs="Arial"/>
        </w:rPr>
        <w:t xml:space="preserve"> zapytania ofertowego.</w:t>
      </w:r>
    </w:p>
    <w:p w14:paraId="2884F1DC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winna być sporządzona w języku polskim w formie pisemnej.</w:t>
      </w:r>
    </w:p>
    <w:p w14:paraId="0F3F5EC4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musi być podpisana przez osobę upoważnioną do reprezentowania Wykonawcy.</w:t>
      </w:r>
    </w:p>
    <w:p w14:paraId="0D233084" w14:textId="77777777" w:rsidR="0089611B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Wykonawca ponosi wszelkie koszty związane z przygotowaniem i złożeniem oferty.</w:t>
      </w:r>
    </w:p>
    <w:p w14:paraId="1A08EAFB" w14:textId="77777777" w:rsidR="000B15AC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619CD">
        <w:rPr>
          <w:rFonts w:ascii="Arial" w:hAnsi="Arial" w:cs="Arial"/>
        </w:rPr>
        <w:t xml:space="preserve">Oferta powinna zawierać cenę netto i brutto </w:t>
      </w:r>
      <w:r w:rsidR="00144F0D">
        <w:rPr>
          <w:rFonts w:ascii="Arial" w:hAnsi="Arial" w:cs="Arial"/>
        </w:rPr>
        <w:t>całości zakresu objętego zamówieniem.</w:t>
      </w:r>
    </w:p>
    <w:p w14:paraId="632B6D68" w14:textId="77777777" w:rsidR="00E75663" w:rsidRPr="000B15AC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  <w:r w:rsidRPr="000B15AC">
        <w:rPr>
          <w:rFonts w:ascii="Arial" w:hAnsi="Arial" w:cs="Arial"/>
        </w:rPr>
        <w:tab/>
        <w:t>Oferta powinna zawierać cenę netto i brutto realizacji całego zamówieniawycenę</w:t>
      </w:r>
    </w:p>
    <w:p w14:paraId="141120E6" w14:textId="77777777" w:rsidR="0089611B" w:rsidRPr="00536D1A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536D1A">
        <w:rPr>
          <w:rFonts w:ascii="Arial" w:hAnsi="Arial" w:cs="Arial"/>
          <w:b/>
        </w:rPr>
        <w:lastRenderedPageBreak/>
        <w:t>Miejsce i termin składania ofert:</w:t>
      </w:r>
    </w:p>
    <w:p w14:paraId="7027E388" w14:textId="3270B5B7" w:rsidR="00D76A40" w:rsidRPr="00D76A40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Termin składania ofert upływa w dniu</w:t>
      </w:r>
      <w:r w:rsidR="0083338E" w:rsidRPr="00D76A40">
        <w:rPr>
          <w:rFonts w:ascii="Arial" w:hAnsi="Arial" w:cs="Arial"/>
          <w:b/>
        </w:rPr>
        <w:t xml:space="preserve"> </w:t>
      </w:r>
    </w:p>
    <w:p w14:paraId="4550B94A" w14:textId="1560AB34" w:rsidR="005E15C5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Oferta powinna być przesłana za pośrednictwem poczty elektronicznej na adres:</w:t>
      </w:r>
    </w:p>
    <w:p w14:paraId="44E1207A" w14:textId="4DED2A15" w:rsidR="0089611B" w:rsidRPr="005E15C5" w:rsidRDefault="00963EB0" w:rsidP="00963EB0">
      <w:pPr>
        <w:tabs>
          <w:tab w:val="left" w:pos="23814"/>
        </w:tabs>
        <w:spacing w:after="0"/>
        <w:ind w:left="284" w:hanging="284"/>
        <w:jc w:val="both"/>
      </w:pPr>
      <w:r>
        <w:rPr>
          <w:rFonts w:ascii="Arial" w:hAnsi="Arial" w:cs="Arial"/>
          <w:b/>
        </w:rPr>
        <w:t xml:space="preserve">     </w:t>
      </w:r>
      <w:r w:rsidR="0089611B" w:rsidRPr="0089611B">
        <w:rPr>
          <w:rFonts w:ascii="Arial" w:hAnsi="Arial" w:cs="Arial"/>
          <w:b/>
        </w:rPr>
        <w:t>za</w:t>
      </w:r>
      <w:r w:rsidR="003406D5">
        <w:rPr>
          <w:rFonts w:ascii="Arial" w:hAnsi="Arial" w:cs="Arial"/>
          <w:b/>
        </w:rPr>
        <w:t>pyt</w:t>
      </w:r>
      <w:r w:rsidR="000E3690">
        <w:rPr>
          <w:rFonts w:ascii="Arial" w:hAnsi="Arial" w:cs="Arial"/>
          <w:b/>
        </w:rPr>
        <w:t>a</w:t>
      </w:r>
      <w:r w:rsidR="003406D5">
        <w:rPr>
          <w:rFonts w:ascii="Arial" w:hAnsi="Arial" w:cs="Arial"/>
          <w:b/>
        </w:rPr>
        <w:t>nia</w:t>
      </w:r>
      <w:r w:rsidR="00F0234D">
        <w:rPr>
          <w:rFonts w:ascii="Arial" w:hAnsi="Arial" w:cs="Arial"/>
          <w:b/>
        </w:rPr>
        <w:t>.ofertowe.gdansk@rdos.gov.pl</w:t>
      </w:r>
      <w:r w:rsidR="0089611B" w:rsidRPr="0089611B">
        <w:rPr>
          <w:rFonts w:ascii="Arial" w:hAnsi="Arial" w:cs="Arial"/>
          <w:b/>
        </w:rPr>
        <w:t xml:space="preserve"> </w:t>
      </w:r>
      <w:r w:rsidR="0089611B" w:rsidRPr="00B967CE">
        <w:rPr>
          <w:rFonts w:ascii="Arial" w:hAnsi="Arial" w:cs="Arial"/>
        </w:rPr>
        <w:t>lub dostarczona na adres:</w:t>
      </w:r>
      <w:r w:rsidR="005E15C5">
        <w:t xml:space="preserve"> </w:t>
      </w:r>
      <w:r w:rsidR="0089611B" w:rsidRPr="00B967CE">
        <w:rPr>
          <w:rFonts w:ascii="Arial" w:hAnsi="Arial" w:cs="Arial"/>
        </w:rPr>
        <w:t>Regionalna Dyrekcja Ochrony Środowiska w Gdańsku, ul Chmielna 54/57, 80 -748 Gdańsk</w:t>
      </w:r>
      <w:r w:rsidR="000B15AC">
        <w:rPr>
          <w:rFonts w:ascii="Arial" w:hAnsi="Arial" w:cs="Arial"/>
        </w:rPr>
        <w:t>.</w:t>
      </w:r>
    </w:p>
    <w:p w14:paraId="0BA7C4EF" w14:textId="77777777" w:rsidR="000B15AC" w:rsidRPr="008938E1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76A40">
        <w:rPr>
          <w:rFonts w:ascii="Arial" w:hAnsi="Arial" w:cs="Arial"/>
        </w:rPr>
        <w:t xml:space="preserve">Oferty przesłane lub doręczone po wskazanym terminie nie będą rozpatrywane. </w:t>
      </w:r>
      <w:r w:rsidR="005E15C5" w:rsidRPr="00D76A40">
        <w:rPr>
          <w:rFonts w:ascii="Arial" w:hAnsi="Arial" w:cs="Arial"/>
        </w:rPr>
        <w:br/>
      </w:r>
      <w:r w:rsidRPr="00D76A40">
        <w:rPr>
          <w:rFonts w:ascii="Arial" w:hAnsi="Arial" w:cs="Arial"/>
        </w:rPr>
        <w:t>Decydujące znaczenie dla oceny zachowania powyższego terminu ma data wpływu oferty do Zamawiającego, a nie data jego wysłania</w:t>
      </w:r>
      <w:r w:rsidR="000B15AC" w:rsidRPr="00D76A40">
        <w:rPr>
          <w:rFonts w:ascii="Arial" w:hAnsi="Arial" w:cs="Arial"/>
        </w:rPr>
        <w:t>.</w:t>
      </w:r>
    </w:p>
    <w:p w14:paraId="3E3ACBC8" w14:textId="77777777" w:rsidR="005E15C5" w:rsidRPr="00B967CE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70A89204" w14:textId="77777777" w:rsidR="0089611B" w:rsidRPr="0089611B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Zamawiający informuje,</w:t>
      </w:r>
      <w:r w:rsidRPr="000B15AC">
        <w:rPr>
          <w:rFonts w:ascii="Arial" w:hAnsi="Arial" w:cs="Arial"/>
          <w:b/>
        </w:rPr>
        <w:t xml:space="preserve"> że:</w:t>
      </w:r>
      <w:r w:rsidRPr="0089611B">
        <w:rPr>
          <w:rFonts w:ascii="Arial" w:hAnsi="Arial" w:cs="Arial"/>
          <w:b/>
        </w:rPr>
        <w:t xml:space="preserve"> </w:t>
      </w:r>
    </w:p>
    <w:p w14:paraId="0DF6A5E8" w14:textId="77777777" w:rsidR="00790671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 xml:space="preserve">W toku badania i oceny ofert  Zamawiający może żądać od oferentów wyjaśnień     dotyczących treści złożonych ofert. </w:t>
      </w:r>
    </w:p>
    <w:p w14:paraId="4A4771E6" w14:textId="77777777" w:rsidR="00963EB0" w:rsidRPr="00963EB0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Zamawiający zastrzega sobie prawo do unieważnienia niniejszego postepowania bez podania przyczyny.</w:t>
      </w:r>
      <w:r w:rsidR="00963EB0" w:rsidRPr="00963EB0">
        <w:rPr>
          <w:rFonts w:ascii="Arial" w:eastAsia="SimSun" w:hAnsi="Arial" w:cs="Arial"/>
          <w:color w:val="00192F"/>
          <w:kern w:val="2"/>
          <w:lang w:eastAsia="hi-IN" w:bidi="hi-IN"/>
        </w:rPr>
        <w:t xml:space="preserve"> </w:t>
      </w:r>
    </w:p>
    <w:p w14:paraId="31E95C5F" w14:textId="77777777" w:rsidR="00790671" w:rsidRPr="000E3690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0E3690">
        <w:rPr>
          <w:rFonts w:ascii="Arial" w:eastAsia="SimSun" w:hAnsi="Arial" w:cs="Arial"/>
          <w:kern w:val="2"/>
          <w:lang w:eastAsia="hi-IN" w:bidi="hi-IN"/>
        </w:rPr>
        <w:t>O wyborze wykonawca zostanie poinformowany za pośrednictwem poczty elektronicznej lub telefonicznie</w:t>
      </w:r>
    </w:p>
    <w:p w14:paraId="60897DDA" w14:textId="77777777" w:rsidR="004F482E" w:rsidRPr="003E7F36" w:rsidRDefault="0089611B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Osoba do kontaktu z Wykonawcami:</w:t>
      </w:r>
      <w:r w:rsidR="004F482E" w:rsidRPr="003E7F36">
        <w:rPr>
          <w:rFonts w:ascii="Arial" w:hAnsi="Arial" w:cs="Arial"/>
        </w:rPr>
        <w:tab/>
      </w:r>
      <w:r w:rsidR="004F482E" w:rsidRPr="003E7F36">
        <w:rPr>
          <w:rFonts w:ascii="Arial" w:hAnsi="Arial" w:cs="Arial"/>
        </w:rPr>
        <w:tab/>
      </w:r>
    </w:p>
    <w:p w14:paraId="15AE1021" w14:textId="39B641B1" w:rsidR="000B15AC" w:rsidRDefault="003432B6" w:rsidP="005E15C5">
      <w:pPr>
        <w:tabs>
          <w:tab w:val="left" w:pos="23814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611B" w:rsidRPr="00B967CE">
        <w:rPr>
          <w:rFonts w:ascii="Arial" w:hAnsi="Arial" w:cs="Arial"/>
        </w:rPr>
        <w:t xml:space="preserve">sprawy proceduralne: </w:t>
      </w:r>
      <w:r w:rsidR="00790671">
        <w:rPr>
          <w:rFonts w:ascii="Arial" w:hAnsi="Arial" w:cs="Arial"/>
        </w:rPr>
        <w:t>Anna Kurnikowska</w:t>
      </w:r>
      <w:r w:rsidR="00DD6920">
        <w:rPr>
          <w:rFonts w:ascii="Arial" w:hAnsi="Arial" w:cs="Arial"/>
        </w:rPr>
        <w:t xml:space="preserve"> , tel. 58 683 68 57</w:t>
      </w:r>
    </w:p>
    <w:p w14:paraId="51AD8619" w14:textId="77777777" w:rsidR="00963EB0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8FE4B32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E977609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3980BF1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B0ED9C4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3C51D67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C05D328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6827E18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72C5363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A87A966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17A7CE1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315A0DF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FC982BF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0A9BD4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ACEB86B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78584C4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8431268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025EE9B" w14:textId="676CB84F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0E7A29D" w14:textId="61563ACC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41A952D" w14:textId="4AD9BCDC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E2F11C6" w14:textId="0EC9A835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946B379" w14:textId="77777777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A3F8D72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3221FC9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F2A45E6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3C8674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A2E65F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10A4212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1956CC1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C79F523" w14:textId="77777777" w:rsidR="00963EB0" w:rsidRPr="00690BE5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 xml:space="preserve">Załączniki: </w:t>
      </w:r>
    </w:p>
    <w:p w14:paraId="6DBE356D" w14:textId="77777777" w:rsidR="00963EB0" w:rsidRPr="00690BE5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Opis przedmiotu zamówienia</w:t>
      </w:r>
    </w:p>
    <w:p w14:paraId="35147E39" w14:textId="77777777" w:rsidR="00963EB0" w:rsidRPr="0060300C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Formularz ofertowy</w:t>
      </w:r>
    </w:p>
    <w:p w14:paraId="6E3B32A3" w14:textId="77777777" w:rsidR="00633F2F" w:rsidRPr="00CE46AA" w:rsidRDefault="00633F2F" w:rsidP="00643662">
      <w:pPr>
        <w:rPr>
          <w:rFonts w:ascii="Arial" w:hAnsi="Arial" w:cs="Arial"/>
        </w:rPr>
      </w:pPr>
    </w:p>
    <w:sectPr w:rsidR="00633F2F" w:rsidRPr="00CE46AA" w:rsidSect="00963E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6CCE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1AF62FC5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704A79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429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429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E5BD6E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06D6" w14:textId="77777777" w:rsidR="004A2F36" w:rsidRPr="00425F85" w:rsidRDefault="00CA12B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A805450" wp14:editId="682F6397">
          <wp:extent cx="5581650" cy="1002030"/>
          <wp:effectExtent l="0" t="0" r="0" b="762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8090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3C2E060D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986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9D48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13CF441B" wp14:editId="11746CD8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C75"/>
    <w:multiLevelType w:val="hybridMultilevel"/>
    <w:tmpl w:val="4CE441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10A42"/>
    <w:rsid w:val="00014298"/>
    <w:rsid w:val="00016B87"/>
    <w:rsid w:val="000268DE"/>
    <w:rsid w:val="00037C21"/>
    <w:rsid w:val="0004567E"/>
    <w:rsid w:val="0006541F"/>
    <w:rsid w:val="000673E1"/>
    <w:rsid w:val="000B15AC"/>
    <w:rsid w:val="000C350F"/>
    <w:rsid w:val="000E3690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26C7"/>
    <w:rsid w:val="003D2EC1"/>
    <w:rsid w:val="003E3DF5"/>
    <w:rsid w:val="003E7F36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93FA6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4447A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B36C26"/>
    <w:rsid w:val="00B502B2"/>
    <w:rsid w:val="00B86EF5"/>
    <w:rsid w:val="00B957E5"/>
    <w:rsid w:val="00B967CE"/>
    <w:rsid w:val="00B977DC"/>
    <w:rsid w:val="00BC407A"/>
    <w:rsid w:val="00C106CC"/>
    <w:rsid w:val="00C15C8B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701CA"/>
    <w:rsid w:val="00E732DF"/>
    <w:rsid w:val="00E75663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60728F"/>
  <w15:docId w15:val="{5ED0D527-9145-4192-A3D0-BA4C595F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DF78-C599-4891-BE1A-4D02C8E4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500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17</cp:revision>
  <cp:lastPrinted>2019-11-08T09:42:00Z</cp:lastPrinted>
  <dcterms:created xsi:type="dcterms:W3CDTF">2019-09-25T09:13:00Z</dcterms:created>
  <dcterms:modified xsi:type="dcterms:W3CDTF">2021-10-19T08:03:00Z</dcterms:modified>
</cp:coreProperties>
</file>